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40761729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6572F">
        <w:rPr>
          <w:rFonts w:eastAsia="Times New Roman" w:cs="Times New Roman"/>
          <w:lang w:eastAsia="cs-CZ"/>
        </w:rPr>
        <w:t>5</w:t>
      </w:r>
      <w:r w:rsidR="00636AB0">
        <w:rPr>
          <w:rFonts w:eastAsia="Times New Roman" w:cs="Times New Roman"/>
          <w:lang w:eastAsia="cs-CZ"/>
        </w:rPr>
        <w:t>e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06572F">
        <w:rPr>
          <w:rFonts w:eastAsia="Times New Roman" w:cs="Times New Roman"/>
          <w:lang w:eastAsia="cs-CZ"/>
        </w:rPr>
        <w:t>4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2DC0C7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133BD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44BB9789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5133F9">
        <w:rPr>
          <w:rFonts w:eastAsia="Times New Roman" w:cs="Times New Roman"/>
          <w:lang w:eastAsia="cs-CZ"/>
        </w:rPr>
        <w:t>po</w:t>
      </w:r>
      <w:r w:rsidR="00FB3E1A"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0F1A1A" w:rsidRPr="000F1A1A">
        <w:rPr>
          <w:rFonts w:ascii="Verdana" w:hAnsi="Verdana" w:cs="Times New Roman"/>
          <w:b/>
          <w:lang w:eastAsia="cs-CZ"/>
        </w:rPr>
        <w:t xml:space="preserve">Dodávky </w:t>
      </w:r>
      <w:proofErr w:type="spellStart"/>
      <w:r w:rsidR="000F1A1A" w:rsidRPr="000F1A1A">
        <w:rPr>
          <w:rFonts w:ascii="Verdana" w:hAnsi="Verdana" w:cs="Times New Roman"/>
          <w:b/>
          <w:lang w:eastAsia="cs-CZ"/>
        </w:rPr>
        <w:t>balíz</w:t>
      </w:r>
      <w:proofErr w:type="spellEnd"/>
      <w:r w:rsidR="000F1A1A" w:rsidRPr="000F1A1A">
        <w:rPr>
          <w:rFonts w:ascii="Verdana" w:hAnsi="Verdana" w:cs="Times New Roman"/>
          <w:b/>
          <w:lang w:eastAsia="cs-CZ"/>
        </w:rPr>
        <w:t xml:space="preserve"> a systémů pro upevnění </w:t>
      </w:r>
      <w:proofErr w:type="spellStart"/>
      <w:r w:rsidR="000F1A1A" w:rsidRPr="000F1A1A">
        <w:rPr>
          <w:rFonts w:ascii="Verdana" w:hAnsi="Verdana" w:cs="Times New Roman"/>
          <w:b/>
          <w:lang w:eastAsia="cs-CZ"/>
        </w:rPr>
        <w:t>balíz</w:t>
      </w:r>
      <w:proofErr w:type="spellEnd"/>
      <w:r w:rsidR="000F1A1A" w:rsidRPr="000F1A1A">
        <w:rPr>
          <w:rFonts w:ascii="Verdana" w:hAnsi="Verdana" w:cs="Times New Roman"/>
          <w:b/>
          <w:lang w:eastAsia="cs-CZ"/>
        </w:rPr>
        <w:t xml:space="preserve"> 2025 - 2027</w:t>
      </w:r>
      <w:r w:rsidR="00FB3E1A" w:rsidRPr="0077112C">
        <w:t>“</w:t>
      </w:r>
      <w:r w:rsidR="0049608D">
        <w:t xml:space="preserve"> pro </w:t>
      </w:r>
      <w:r w:rsidR="0049608D" w:rsidRPr="00B07808">
        <w:rPr>
          <w:b/>
          <w:bCs/>
        </w:rPr>
        <w:t>část</w:t>
      </w:r>
      <w:r w:rsidR="00B07808" w:rsidRPr="00B07808">
        <w:rPr>
          <w:b/>
          <w:bCs/>
        </w:rPr>
        <w:t xml:space="preserve"> </w:t>
      </w:r>
      <w:r w:rsidR="00636AB0">
        <w:rPr>
          <w:b/>
          <w:bCs/>
        </w:rPr>
        <w:t>5</w:t>
      </w:r>
      <w:r w:rsidR="0049608D" w:rsidRPr="00B07808">
        <w:rPr>
          <w:b/>
          <w:bCs/>
        </w:rPr>
        <w:t xml:space="preserve"> </w:t>
      </w:r>
      <w:r w:rsidR="00B07808" w:rsidRPr="00B07808">
        <w:rPr>
          <w:b/>
          <w:bCs/>
        </w:rPr>
        <w:t xml:space="preserve">veřejné zakázky: </w:t>
      </w:r>
      <w:r w:rsidR="00636AB0" w:rsidRPr="00636AB0">
        <w:rPr>
          <w:b/>
          <w:bCs/>
        </w:rPr>
        <w:t xml:space="preserve">Systémy upevnění </w:t>
      </w:r>
      <w:proofErr w:type="spellStart"/>
      <w:r w:rsidR="00636AB0" w:rsidRPr="00636AB0">
        <w:rPr>
          <w:b/>
          <w:bCs/>
        </w:rPr>
        <w:t>balíz</w:t>
      </w:r>
      <w:proofErr w:type="spellEnd"/>
      <w:r w:rsidR="00636AB0" w:rsidRPr="00636AB0">
        <w:rPr>
          <w:b/>
          <w:bCs/>
        </w:rPr>
        <w:t xml:space="preserve"> se zásahem do žel. svršku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5E2F81">
        <w:rPr>
          <w:rFonts w:eastAsia="Times New Roman" w:cs="Times New Roman"/>
          <w:lang w:eastAsia="cs-CZ"/>
        </w:rPr>
        <w:t xml:space="preserve">pro který bylo vydáno Osvědčení dle </w:t>
      </w:r>
      <w:r w:rsidR="005E2F81">
        <w:rPr>
          <w:szCs w:val="22"/>
        </w:rPr>
        <w:t xml:space="preserve">směrnice SŽ SM008 </w:t>
      </w:r>
      <w:r w:rsidR="005E2F81" w:rsidRPr="00640549">
        <w:rPr>
          <w:szCs w:val="22"/>
        </w:rPr>
        <w:t>Systém posuzování vlivu produktů a služeb pro železniční</w:t>
      </w:r>
      <w:r w:rsidR="005E2F81">
        <w:rPr>
          <w:szCs w:val="22"/>
        </w:rPr>
        <w:t xml:space="preserve"> </w:t>
      </w:r>
      <w:r w:rsidR="005E2F81" w:rsidRPr="00640549">
        <w:rPr>
          <w:szCs w:val="22"/>
        </w:rPr>
        <w:t>dopravní cestu na bezpečnost provozování dráhy</w:t>
      </w:r>
      <w:r w:rsidR="005E2F81">
        <w:rPr>
          <w:szCs w:val="22"/>
        </w:rPr>
        <w:t xml:space="preserve">, v platném znění (dále jen </w:t>
      </w:r>
      <w:r w:rsidR="005E2F81" w:rsidRPr="00A3753B">
        <w:rPr>
          <w:b/>
          <w:bCs/>
          <w:i/>
          <w:iCs/>
          <w:szCs w:val="22"/>
        </w:rPr>
        <w:t>„Osvědčení“</w:t>
      </w:r>
      <w:r w:rsidR="005E2F81">
        <w:rPr>
          <w:szCs w:val="22"/>
        </w:rPr>
        <w:t>)</w:t>
      </w:r>
      <w:r w:rsidR="005E2F81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5E2F81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</w:t>
      </w:r>
      <w:r w:rsidR="005133F9">
        <w:rPr>
          <w:rFonts w:eastAsia="Times New Roman" w:cs="Times New Roman"/>
          <w:lang w:eastAsia="cs-CZ"/>
        </w:rPr>
        <w:t>2</w:t>
      </w:r>
      <w:r w:rsidR="00636AB0">
        <w:rPr>
          <w:rFonts w:eastAsia="Times New Roman" w:cs="Times New Roman"/>
          <w:lang w:eastAsia="cs-CZ"/>
        </w:rPr>
        <w:t>e</w:t>
      </w:r>
      <w:r w:rsidR="0049608D">
        <w:rPr>
          <w:rFonts w:eastAsia="Times New Roman" w:cs="Times New Roman"/>
          <w:lang w:eastAsia="cs-CZ"/>
        </w:rPr>
        <w:t xml:space="preserve"> </w:t>
      </w:r>
      <w:r w:rsidR="00682464">
        <w:rPr>
          <w:rFonts w:eastAsia="Times New Roman" w:cs="Times New Roman"/>
          <w:lang w:eastAsia="cs-CZ"/>
        </w:rPr>
        <w:t xml:space="preserve">Výzvy k podání nabídky </w:t>
      </w:r>
      <w:r w:rsidR="0049608D">
        <w:rPr>
          <w:rFonts w:eastAsia="Times New Roman" w:cs="Times New Roman"/>
          <w:lang w:eastAsia="cs-CZ"/>
        </w:rPr>
        <w:t>nejsou uzavřeny TP</w:t>
      </w:r>
      <w:r w:rsidR="005E2F81">
        <w:rPr>
          <w:rFonts w:eastAsia="Times New Roman" w:cs="Times New Roman"/>
          <w:lang w:eastAsia="cs-CZ"/>
        </w:rPr>
        <w:t xml:space="preserve"> či vydané Osvědčení</w:t>
      </w:r>
      <w:r w:rsidR="0049608D"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="0049608D" w:rsidRPr="005E2F81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1ED6B0C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5E2F81">
        <w:t xml:space="preserve"> Osvědčení, 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4FCE261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5E2F81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883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3"/>
        <w:gridCol w:w="1417"/>
        <w:gridCol w:w="1276"/>
        <w:gridCol w:w="1863"/>
      </w:tblGrid>
      <w:tr w:rsidR="002E10A6" w14:paraId="3362435E" w14:textId="77777777" w:rsidTr="000951A1">
        <w:trPr>
          <w:trHeight w:val="730"/>
        </w:trPr>
        <w:tc>
          <w:tcPr>
            <w:tcW w:w="428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1A061ED6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2EC02FC0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8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F731CB6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E10A6" w:rsidRPr="006240C3" w14:paraId="6E44F9C8" w14:textId="77777777" w:rsidTr="000951A1">
        <w:trPr>
          <w:trHeight w:val="357"/>
        </w:trPr>
        <w:tc>
          <w:tcPr>
            <w:tcW w:w="4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530E93DB" w:rsidR="002E10A6" w:rsidRPr="0013569F" w:rsidRDefault="00B64AA2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B64AA2">
              <w:rPr>
                <w:rFonts w:ascii="Verdana" w:hAnsi="Verdana" w:cs="Verdana"/>
                <w:color w:val="000000"/>
              </w:rPr>
              <w:t xml:space="preserve">Systém upevnění (nosič) </w:t>
            </w:r>
            <w:proofErr w:type="spellStart"/>
            <w:r w:rsidRPr="00B64AA2">
              <w:rPr>
                <w:rFonts w:ascii="Verdana" w:hAnsi="Verdana" w:cs="Verdana"/>
                <w:color w:val="000000"/>
              </w:rPr>
              <w:t>balízy</w:t>
            </w:r>
            <w:proofErr w:type="spellEnd"/>
            <w:r w:rsidRPr="00B64AA2">
              <w:rPr>
                <w:rFonts w:ascii="Verdana" w:hAnsi="Verdana" w:cs="Verdana"/>
                <w:color w:val="000000"/>
              </w:rPr>
              <w:t xml:space="preserve"> k montáži (se zásahem do železničního svršku) připevněním pomocí vrutů pokladnic (vrtulí), tj. nad pražec. Upevnění je kompatibilní s </w:t>
            </w:r>
            <w:proofErr w:type="spellStart"/>
            <w:r w:rsidRPr="00B64AA2">
              <w:rPr>
                <w:rFonts w:ascii="Verdana" w:hAnsi="Verdana" w:cs="Verdana"/>
                <w:color w:val="000000"/>
              </w:rPr>
              <w:t>balízami</w:t>
            </w:r>
            <w:proofErr w:type="spellEnd"/>
            <w:r w:rsidRPr="00B64AA2">
              <w:rPr>
                <w:rFonts w:ascii="Verdana" w:hAnsi="Verdana" w:cs="Verdana"/>
                <w:color w:val="000000"/>
              </w:rPr>
              <w:t xml:space="preserve"> typu Siemens S21, Siemens S22 a AŽD ABA.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64FA3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6D5AC8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7F8" w14:textId="77777777" w:rsidR="0019287C" w:rsidRDefault="0019287C" w:rsidP="00962258">
      <w:pPr>
        <w:spacing w:after="0" w:line="240" w:lineRule="auto"/>
      </w:pPr>
      <w:r>
        <w:separator/>
      </w:r>
    </w:p>
  </w:endnote>
  <w:endnote w:type="continuationSeparator" w:id="0">
    <w:p w14:paraId="4951060B" w14:textId="77777777" w:rsidR="0019287C" w:rsidRDefault="00192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436" w14:textId="77777777" w:rsidR="0019287C" w:rsidRDefault="0019287C" w:rsidP="00962258">
      <w:pPr>
        <w:spacing w:after="0" w:line="240" w:lineRule="auto"/>
      </w:pPr>
      <w:r>
        <w:separator/>
      </w:r>
    </w:p>
  </w:footnote>
  <w:footnote w:type="continuationSeparator" w:id="0">
    <w:p w14:paraId="14F2F9CB" w14:textId="77777777" w:rsidR="0019287C" w:rsidRDefault="0019287C" w:rsidP="00962258">
      <w:pPr>
        <w:spacing w:after="0" w:line="240" w:lineRule="auto"/>
      </w:pPr>
      <w:r>
        <w:continuationSeparator/>
      </w:r>
    </w:p>
  </w:footnote>
  <w:footnote w:id="1">
    <w:p w14:paraId="2F421E24" w14:textId="41A202FB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 </w:t>
      </w:r>
    </w:p>
  </w:footnote>
  <w:footnote w:id="2">
    <w:p w14:paraId="1DF4A63A" w14:textId="74D440C4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19D2A91F" w:rsidR="002E10A6" w:rsidRDefault="002E10A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6919" w14:textId="6EF6AF06" w:rsidR="00831CF2" w:rsidRDefault="00831C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1DD0D135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0FBE97C3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47B21"/>
    <w:rsid w:val="000648AA"/>
    <w:rsid w:val="0006572F"/>
    <w:rsid w:val="00072C1E"/>
    <w:rsid w:val="000860E6"/>
    <w:rsid w:val="00090A48"/>
    <w:rsid w:val="000951A1"/>
    <w:rsid w:val="00095A92"/>
    <w:rsid w:val="000E23A7"/>
    <w:rsid w:val="000F0B99"/>
    <w:rsid w:val="000F1A1A"/>
    <w:rsid w:val="0010693F"/>
    <w:rsid w:val="00114472"/>
    <w:rsid w:val="00133BD7"/>
    <w:rsid w:val="0013569F"/>
    <w:rsid w:val="001550BC"/>
    <w:rsid w:val="001605B9"/>
    <w:rsid w:val="00170EC5"/>
    <w:rsid w:val="001747C1"/>
    <w:rsid w:val="00184743"/>
    <w:rsid w:val="0019287C"/>
    <w:rsid w:val="001C0C4E"/>
    <w:rsid w:val="001E0423"/>
    <w:rsid w:val="00205F7E"/>
    <w:rsid w:val="00207DF5"/>
    <w:rsid w:val="00217628"/>
    <w:rsid w:val="00227D5C"/>
    <w:rsid w:val="002323FD"/>
    <w:rsid w:val="00241431"/>
    <w:rsid w:val="00242D29"/>
    <w:rsid w:val="002505F9"/>
    <w:rsid w:val="002610CD"/>
    <w:rsid w:val="002713C1"/>
    <w:rsid w:val="00280E07"/>
    <w:rsid w:val="002A238B"/>
    <w:rsid w:val="002B76F2"/>
    <w:rsid w:val="002C104A"/>
    <w:rsid w:val="002C1ED4"/>
    <w:rsid w:val="002C1F88"/>
    <w:rsid w:val="002C31BF"/>
    <w:rsid w:val="002D08B1"/>
    <w:rsid w:val="002E0CD7"/>
    <w:rsid w:val="002E10A6"/>
    <w:rsid w:val="002E123D"/>
    <w:rsid w:val="002E2B86"/>
    <w:rsid w:val="00304CCA"/>
    <w:rsid w:val="00314F36"/>
    <w:rsid w:val="003160DC"/>
    <w:rsid w:val="003255AB"/>
    <w:rsid w:val="00341DCF"/>
    <w:rsid w:val="00357BC6"/>
    <w:rsid w:val="00361AC6"/>
    <w:rsid w:val="00363A3B"/>
    <w:rsid w:val="003813B7"/>
    <w:rsid w:val="003866F8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0CE6"/>
    <w:rsid w:val="004E143C"/>
    <w:rsid w:val="004E3A53"/>
    <w:rsid w:val="004F20BC"/>
    <w:rsid w:val="004F4B9B"/>
    <w:rsid w:val="004F69EA"/>
    <w:rsid w:val="00503961"/>
    <w:rsid w:val="0050557E"/>
    <w:rsid w:val="00511AB9"/>
    <w:rsid w:val="005133F9"/>
    <w:rsid w:val="00523EA7"/>
    <w:rsid w:val="0054046E"/>
    <w:rsid w:val="00553375"/>
    <w:rsid w:val="00555659"/>
    <w:rsid w:val="00557C28"/>
    <w:rsid w:val="00571CC2"/>
    <w:rsid w:val="005736B7"/>
    <w:rsid w:val="00575E5A"/>
    <w:rsid w:val="005A1D7F"/>
    <w:rsid w:val="005C0CB0"/>
    <w:rsid w:val="005D0F05"/>
    <w:rsid w:val="005E2F81"/>
    <w:rsid w:val="005E71C8"/>
    <w:rsid w:val="005F1404"/>
    <w:rsid w:val="005F3405"/>
    <w:rsid w:val="0061068E"/>
    <w:rsid w:val="006240C3"/>
    <w:rsid w:val="00636AB0"/>
    <w:rsid w:val="00660AD3"/>
    <w:rsid w:val="0066225E"/>
    <w:rsid w:val="00677B7F"/>
    <w:rsid w:val="00682464"/>
    <w:rsid w:val="00682D48"/>
    <w:rsid w:val="0068696B"/>
    <w:rsid w:val="00691710"/>
    <w:rsid w:val="006931F2"/>
    <w:rsid w:val="006A3559"/>
    <w:rsid w:val="006A5570"/>
    <w:rsid w:val="006A689C"/>
    <w:rsid w:val="006B0A1C"/>
    <w:rsid w:val="006B3D79"/>
    <w:rsid w:val="006C1395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6286B"/>
    <w:rsid w:val="0076355E"/>
    <w:rsid w:val="00766846"/>
    <w:rsid w:val="0077673A"/>
    <w:rsid w:val="007846E1"/>
    <w:rsid w:val="007B570C"/>
    <w:rsid w:val="007C0471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1CF2"/>
    <w:rsid w:val="0083431C"/>
    <w:rsid w:val="008478D6"/>
    <w:rsid w:val="008659F3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108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D5347"/>
    <w:rsid w:val="009E07F4"/>
    <w:rsid w:val="009E5AC1"/>
    <w:rsid w:val="009F09D2"/>
    <w:rsid w:val="009F10F3"/>
    <w:rsid w:val="009F392E"/>
    <w:rsid w:val="009F64D3"/>
    <w:rsid w:val="00A035EA"/>
    <w:rsid w:val="00A06062"/>
    <w:rsid w:val="00A309AE"/>
    <w:rsid w:val="00A371CC"/>
    <w:rsid w:val="00A6177B"/>
    <w:rsid w:val="00A66136"/>
    <w:rsid w:val="00A905C0"/>
    <w:rsid w:val="00A93F01"/>
    <w:rsid w:val="00AA4CBB"/>
    <w:rsid w:val="00AA65FA"/>
    <w:rsid w:val="00AA7351"/>
    <w:rsid w:val="00AA78FC"/>
    <w:rsid w:val="00AB45E6"/>
    <w:rsid w:val="00AD056F"/>
    <w:rsid w:val="00AD6731"/>
    <w:rsid w:val="00AE26B3"/>
    <w:rsid w:val="00AF0FCE"/>
    <w:rsid w:val="00AF5147"/>
    <w:rsid w:val="00B00E51"/>
    <w:rsid w:val="00B07808"/>
    <w:rsid w:val="00B15D0D"/>
    <w:rsid w:val="00B26B5F"/>
    <w:rsid w:val="00B26D3B"/>
    <w:rsid w:val="00B64AA2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301DF"/>
    <w:rsid w:val="00C44F6A"/>
    <w:rsid w:val="00C47AE3"/>
    <w:rsid w:val="00C47D15"/>
    <w:rsid w:val="00C72E76"/>
    <w:rsid w:val="00C81208"/>
    <w:rsid w:val="00C81AB0"/>
    <w:rsid w:val="00CD1FC4"/>
    <w:rsid w:val="00CD26C9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831A3"/>
    <w:rsid w:val="00D9029A"/>
    <w:rsid w:val="00DB46BB"/>
    <w:rsid w:val="00DC75F3"/>
    <w:rsid w:val="00DD46F3"/>
    <w:rsid w:val="00DE56F2"/>
    <w:rsid w:val="00DF0F3F"/>
    <w:rsid w:val="00DF116D"/>
    <w:rsid w:val="00E21FD0"/>
    <w:rsid w:val="00E2278C"/>
    <w:rsid w:val="00E36571"/>
    <w:rsid w:val="00E55BDE"/>
    <w:rsid w:val="00E82D17"/>
    <w:rsid w:val="00EB104F"/>
    <w:rsid w:val="00ED14BD"/>
    <w:rsid w:val="00EF184C"/>
    <w:rsid w:val="00F0533E"/>
    <w:rsid w:val="00F1048D"/>
    <w:rsid w:val="00F12DEC"/>
    <w:rsid w:val="00F1715C"/>
    <w:rsid w:val="00F266EB"/>
    <w:rsid w:val="00F310F8"/>
    <w:rsid w:val="00F322E4"/>
    <w:rsid w:val="00F35939"/>
    <w:rsid w:val="00F42678"/>
    <w:rsid w:val="00F45607"/>
    <w:rsid w:val="00F46D02"/>
    <w:rsid w:val="00F5312B"/>
    <w:rsid w:val="00F5558F"/>
    <w:rsid w:val="00F60FAC"/>
    <w:rsid w:val="00F659EB"/>
    <w:rsid w:val="00F70CEF"/>
    <w:rsid w:val="00F84E4B"/>
    <w:rsid w:val="00F86BA6"/>
    <w:rsid w:val="00FB15AB"/>
    <w:rsid w:val="00FB3E1A"/>
    <w:rsid w:val="00FC578D"/>
    <w:rsid w:val="00FC6389"/>
    <w:rsid w:val="00FD1C6D"/>
    <w:rsid w:val="00FE3934"/>
    <w:rsid w:val="00FF0321"/>
    <w:rsid w:val="00FF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256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5</cp:revision>
  <cp:lastPrinted>2024-05-15T12:36:00Z</cp:lastPrinted>
  <dcterms:created xsi:type="dcterms:W3CDTF">2025-07-31T07:24:00Z</dcterms:created>
  <dcterms:modified xsi:type="dcterms:W3CDTF">2025-07-31T12:58:00Z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